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507D7C3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bookmarkEnd w:id="0"/>
      <w:r w:rsidR="0033778A" w:rsidRPr="0033778A">
        <w:rPr>
          <w:rFonts w:ascii="Verdana" w:eastAsia="Calibri" w:hAnsi="Verdana" w:cs="Times New Roman"/>
          <w:b/>
        </w:rPr>
        <w:t>„</w:t>
      </w:r>
      <w:r w:rsidR="0033778A" w:rsidRPr="0033778A">
        <w:rPr>
          <w:rFonts w:ascii="Verdana" w:eastAsia="Calibri" w:hAnsi="Verdana" w:cs="Times New Roman"/>
          <w:b/>
          <w:bCs/>
        </w:rPr>
        <w:t>Revize a opravy přenosných hasicích přístrojů a hydrantů 2025-2027 - oblast Olomoucko</w:t>
      </w:r>
      <w:r w:rsidR="0033778A" w:rsidRPr="0033778A">
        <w:rPr>
          <w:rFonts w:ascii="Verdana" w:eastAsia="Calibri" w:hAnsi="Verdana" w:cs="Times New Roman"/>
          <w:b/>
        </w:rPr>
        <w:t>“</w:t>
      </w:r>
      <w:r w:rsidR="0033778A" w:rsidRPr="0033778A">
        <w:rPr>
          <w:rFonts w:ascii="Verdana" w:eastAsia="Calibri" w:hAnsi="Verdana" w:cs="Times New Roman"/>
          <w:bCs/>
        </w:rPr>
        <w:t>,</w:t>
      </w:r>
      <w:r w:rsidR="0033778A" w:rsidRPr="0033778A">
        <w:rPr>
          <w:rFonts w:ascii="Verdana" w:eastAsia="Calibri" w:hAnsi="Verdana" w:cs="Times New Roman"/>
          <w:b/>
        </w:rPr>
        <w:t xml:space="preserve"> </w:t>
      </w:r>
      <w:r w:rsidR="0033778A" w:rsidRPr="0033778A">
        <w:rPr>
          <w:rFonts w:ascii="Verdana" w:eastAsia="Calibri" w:hAnsi="Verdana" w:cs="Times New Roman"/>
        </w:rPr>
        <w:t>č.j. 42121/2025-SŽ-OŘ OVA-NPI</w:t>
      </w:r>
      <w:r w:rsidR="0033778A" w:rsidRPr="003A4B47">
        <w:rPr>
          <w:rFonts w:ascii="Verdana" w:hAnsi="Verdana"/>
        </w:rPr>
        <w:t xml:space="preserve">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3778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3778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3778A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3778A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927A1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F53A5"/>
    <w:rsid w:val="00341000"/>
    <w:rsid w:val="00390121"/>
    <w:rsid w:val="0049171C"/>
    <w:rsid w:val="004C2052"/>
    <w:rsid w:val="004F0595"/>
    <w:rsid w:val="005F595B"/>
    <w:rsid w:val="00710200"/>
    <w:rsid w:val="0087094D"/>
    <w:rsid w:val="009038E8"/>
    <w:rsid w:val="00A402AD"/>
    <w:rsid w:val="00AC1589"/>
    <w:rsid w:val="00B72819"/>
    <w:rsid w:val="00B80B0A"/>
    <w:rsid w:val="00B927A1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482</Words>
  <Characters>2847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24</cp:revision>
  <cp:lastPrinted>2017-11-28T17:18:00Z</cp:lastPrinted>
  <dcterms:created xsi:type="dcterms:W3CDTF">2023-11-16T10:29:00Z</dcterms:created>
  <dcterms:modified xsi:type="dcterms:W3CDTF">2025-11-18T09:18:00Z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